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96C51" w14:textId="77777777" w:rsidR="009207F8" w:rsidRPr="00B51553" w:rsidRDefault="00105B80" w:rsidP="00B51553">
      <w:pPr>
        <w:jc w:val="right"/>
        <w:rPr>
          <w:b/>
          <w:bCs/>
          <w:i/>
          <w:iCs/>
        </w:rPr>
      </w:pPr>
      <w:r w:rsidRPr="00B51553">
        <w:rPr>
          <w:b/>
          <w:bCs/>
          <w:i/>
          <w:iCs/>
        </w:rPr>
        <w:t>Projektas</w:t>
      </w:r>
    </w:p>
    <w:p w14:paraId="3B0D22B6" w14:textId="77777777" w:rsidR="009207F8" w:rsidRDefault="009207F8" w:rsidP="008449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01F97E4E" w14:textId="77777777" w:rsidR="009207F8" w:rsidRDefault="009207F8" w:rsidP="008449BF">
      <w:pPr>
        <w:jc w:val="center"/>
        <w:rPr>
          <w:b/>
          <w:bCs/>
          <w:color w:val="auto"/>
          <w:highlight w:val="yellow"/>
        </w:rPr>
      </w:pPr>
    </w:p>
    <w:p w14:paraId="4EFDAC59" w14:textId="77777777" w:rsidR="005E71D5" w:rsidRPr="00980415" w:rsidRDefault="005E71D5" w:rsidP="008449BF">
      <w:pPr>
        <w:jc w:val="center"/>
        <w:rPr>
          <w:b/>
          <w:bCs/>
          <w:color w:val="auto"/>
          <w:highlight w:val="yellow"/>
        </w:rPr>
      </w:pPr>
    </w:p>
    <w:p w14:paraId="37249D58" w14:textId="77777777" w:rsidR="00A33FC4" w:rsidRPr="00980415" w:rsidRDefault="00A33FC4" w:rsidP="00A33FC4">
      <w:pPr>
        <w:jc w:val="center"/>
        <w:rPr>
          <w:b/>
          <w:bCs/>
          <w:color w:val="auto"/>
        </w:rPr>
      </w:pPr>
      <w:r w:rsidRPr="00980415">
        <w:rPr>
          <w:b/>
          <w:bCs/>
          <w:color w:val="auto"/>
        </w:rPr>
        <w:t>SPRENDIMAS</w:t>
      </w:r>
    </w:p>
    <w:p w14:paraId="12B4FB82" w14:textId="77777777" w:rsidR="00A33FC4" w:rsidRPr="00775905" w:rsidRDefault="00A33FC4" w:rsidP="00A33FC4">
      <w:pPr>
        <w:jc w:val="center"/>
        <w:rPr>
          <w:b/>
          <w:bCs/>
          <w:color w:val="auto"/>
          <w:highlight w:val="yellow"/>
        </w:rPr>
      </w:pPr>
      <w:r w:rsidRPr="00775905">
        <w:rPr>
          <w:b/>
          <w:color w:val="auto"/>
        </w:rPr>
        <w:t xml:space="preserve">DĖL </w:t>
      </w:r>
      <w:r>
        <w:rPr>
          <w:b/>
          <w:color w:val="auto"/>
        </w:rPr>
        <w:t xml:space="preserve">2023–2029 METŲ KLAIPĖDOS REGIONO FUNKCINĖS ZONOS STRATEGIJOS PATVIRTINIMO </w:t>
      </w:r>
    </w:p>
    <w:p w14:paraId="44216917" w14:textId="77777777" w:rsidR="00A33FC4" w:rsidRDefault="00A33FC4" w:rsidP="00A33FC4">
      <w:pPr>
        <w:jc w:val="center"/>
        <w:rPr>
          <w:color w:val="000000"/>
        </w:rPr>
      </w:pPr>
    </w:p>
    <w:p w14:paraId="50C98067" w14:textId="5E895768" w:rsidR="00A33FC4" w:rsidRDefault="00A33FC4" w:rsidP="00A33FC4">
      <w:pPr>
        <w:jc w:val="center"/>
        <w:rPr>
          <w:color w:val="000000"/>
        </w:rPr>
      </w:pPr>
      <w:r>
        <w:t xml:space="preserve">2024 m. gegužės </w:t>
      </w:r>
      <w:r w:rsidR="00EB2593">
        <w:t>20</w:t>
      </w:r>
      <w:r>
        <w:t xml:space="preserve"> d. </w:t>
      </w:r>
      <w:r>
        <w:rPr>
          <w:color w:val="000000"/>
        </w:rPr>
        <w:t>Nr. T10-</w:t>
      </w:r>
      <w:r w:rsidR="00EB2593">
        <w:rPr>
          <w:color w:val="000000"/>
        </w:rPr>
        <w:t>99</w:t>
      </w:r>
    </w:p>
    <w:p w14:paraId="5D4FE295" w14:textId="77777777" w:rsidR="00A33FC4" w:rsidRDefault="00A33FC4" w:rsidP="00A33FC4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5CB44EEF" w14:textId="77777777" w:rsidR="00A33FC4" w:rsidRDefault="00A33FC4" w:rsidP="00A33FC4">
      <w:pPr>
        <w:jc w:val="both"/>
      </w:pPr>
    </w:p>
    <w:p w14:paraId="0C451ABE" w14:textId="77777777" w:rsidR="00A33FC4" w:rsidRDefault="00A33FC4" w:rsidP="00A33FC4">
      <w:pPr>
        <w:jc w:val="both"/>
      </w:pPr>
    </w:p>
    <w:p w14:paraId="521F9E6C" w14:textId="77777777" w:rsidR="00A33FC4" w:rsidRDefault="00A33FC4" w:rsidP="00A33FC4">
      <w:pPr>
        <w:jc w:val="both"/>
      </w:pPr>
    </w:p>
    <w:p w14:paraId="220D864E" w14:textId="04699022" w:rsidR="00A33FC4" w:rsidRPr="006969B1" w:rsidRDefault="00A33FC4" w:rsidP="00A33FC4">
      <w:pPr>
        <w:pStyle w:val="Pagrindinistekstas"/>
        <w:spacing w:after="0" w:line="240" w:lineRule="auto"/>
        <w:ind w:right="105" w:firstLine="1276"/>
        <w:jc w:val="both"/>
      </w:pPr>
      <w:r w:rsidRPr="006969B1">
        <w:rPr>
          <w:color w:val="212428"/>
        </w:rPr>
        <w:t>Vadovaudamasi</w:t>
      </w:r>
      <w:r w:rsidRPr="006969B1">
        <w:rPr>
          <w:color w:val="212428"/>
          <w:spacing w:val="40"/>
        </w:rPr>
        <w:t xml:space="preserve"> </w:t>
      </w:r>
      <w:r w:rsidRPr="006969B1">
        <w:rPr>
          <w:color w:val="212428"/>
        </w:rPr>
        <w:t>Lietuvos</w:t>
      </w:r>
      <w:r w:rsidRPr="006969B1">
        <w:rPr>
          <w:color w:val="212428"/>
          <w:spacing w:val="40"/>
        </w:rPr>
        <w:t xml:space="preserve"> </w:t>
      </w:r>
      <w:r w:rsidRPr="006969B1">
        <w:rPr>
          <w:color w:val="212428"/>
        </w:rPr>
        <w:t>Respublikos</w:t>
      </w:r>
      <w:r w:rsidRPr="006969B1">
        <w:rPr>
          <w:color w:val="212428"/>
          <w:spacing w:val="40"/>
        </w:rPr>
        <w:t xml:space="preserve"> </w:t>
      </w:r>
      <w:r w:rsidRPr="006969B1">
        <w:rPr>
          <w:color w:val="212428"/>
        </w:rPr>
        <w:t>vietos</w:t>
      </w:r>
      <w:r w:rsidRPr="006969B1">
        <w:rPr>
          <w:color w:val="212428"/>
          <w:spacing w:val="40"/>
        </w:rPr>
        <w:t xml:space="preserve"> </w:t>
      </w:r>
      <w:r w:rsidRPr="006969B1">
        <w:rPr>
          <w:color w:val="212428"/>
        </w:rPr>
        <w:t>savivaldos</w:t>
      </w:r>
      <w:r w:rsidRPr="006969B1">
        <w:rPr>
          <w:color w:val="212428"/>
          <w:spacing w:val="40"/>
        </w:rPr>
        <w:t xml:space="preserve"> </w:t>
      </w:r>
      <w:r w:rsidRPr="006969B1">
        <w:rPr>
          <w:color w:val="212428"/>
        </w:rPr>
        <w:t>įstatymo</w:t>
      </w:r>
      <w:r w:rsidRPr="006969B1">
        <w:rPr>
          <w:color w:val="212428"/>
          <w:spacing w:val="40"/>
        </w:rPr>
        <w:t xml:space="preserve"> </w:t>
      </w:r>
      <w:r w:rsidRPr="006969B1">
        <w:rPr>
          <w:color w:val="212428"/>
        </w:rPr>
        <w:t>15</w:t>
      </w:r>
      <w:r w:rsidRPr="006969B1">
        <w:rPr>
          <w:color w:val="212428"/>
          <w:spacing w:val="40"/>
        </w:rPr>
        <w:t xml:space="preserve"> </w:t>
      </w:r>
      <w:r w:rsidRPr="006969B1">
        <w:rPr>
          <w:color w:val="212428"/>
        </w:rPr>
        <w:t>straipsnio</w:t>
      </w:r>
      <w:r w:rsidRPr="006969B1">
        <w:rPr>
          <w:color w:val="212428"/>
          <w:spacing w:val="40"/>
        </w:rPr>
        <w:t xml:space="preserve"> </w:t>
      </w:r>
      <w:r w:rsidRPr="006969B1">
        <w:rPr>
          <w:color w:val="212428"/>
        </w:rPr>
        <w:t>2</w:t>
      </w:r>
      <w:r w:rsidRPr="006969B1">
        <w:rPr>
          <w:color w:val="212428"/>
          <w:spacing w:val="40"/>
        </w:rPr>
        <w:t xml:space="preserve"> </w:t>
      </w:r>
      <w:r w:rsidRPr="006969B1">
        <w:rPr>
          <w:color w:val="212428"/>
        </w:rPr>
        <w:t>dalies 32</w:t>
      </w:r>
      <w:r w:rsidRPr="006969B1">
        <w:rPr>
          <w:color w:val="212428"/>
          <w:spacing w:val="-2"/>
        </w:rPr>
        <w:t xml:space="preserve"> </w:t>
      </w:r>
      <w:r w:rsidRPr="006969B1">
        <w:rPr>
          <w:color w:val="212428"/>
        </w:rPr>
        <w:t>punktu ir 15 straipsnio 4 dalimi</w:t>
      </w:r>
      <w:r w:rsidRPr="006969B1">
        <w:t>, Tvarios miesto plėtros strategijų ir funkcinių zonų strategijų rengimo ir įgyvendinimo stebėsenos tvarkos aprašo, patvirtinto Lietuvos Respublikos vidaus reikalų ministro 2023 m. sausio 19 d. įsakymu Nr. 1V-30 „Dėl Tvarios miesto plėtros strategijų ir funkcinių zonų strategijų rengimo ir</w:t>
      </w:r>
      <w:r w:rsidRPr="006969B1">
        <w:rPr>
          <w:spacing w:val="-3"/>
        </w:rPr>
        <w:t xml:space="preserve"> </w:t>
      </w:r>
      <w:r w:rsidRPr="006969B1">
        <w:t>įgyvendinimo</w:t>
      </w:r>
      <w:r w:rsidRPr="006969B1">
        <w:rPr>
          <w:spacing w:val="-3"/>
        </w:rPr>
        <w:t xml:space="preserve"> </w:t>
      </w:r>
      <w:r w:rsidRPr="006969B1">
        <w:t>stebėsenos</w:t>
      </w:r>
      <w:r w:rsidRPr="006969B1">
        <w:rPr>
          <w:spacing w:val="-3"/>
        </w:rPr>
        <w:t xml:space="preserve"> </w:t>
      </w:r>
      <w:r w:rsidRPr="006969B1">
        <w:t>tvarkos</w:t>
      </w:r>
      <w:r w:rsidRPr="006969B1">
        <w:rPr>
          <w:spacing w:val="-3"/>
        </w:rPr>
        <w:t xml:space="preserve"> </w:t>
      </w:r>
      <w:r w:rsidRPr="006969B1">
        <w:t>aprašo</w:t>
      </w:r>
      <w:r w:rsidRPr="006969B1">
        <w:rPr>
          <w:spacing w:val="-3"/>
        </w:rPr>
        <w:t xml:space="preserve"> </w:t>
      </w:r>
      <w:r w:rsidRPr="006969B1">
        <w:t>patvirtinimo“,</w:t>
      </w:r>
      <w:r w:rsidRPr="006969B1">
        <w:rPr>
          <w:spacing w:val="-3"/>
        </w:rPr>
        <w:t xml:space="preserve"> </w:t>
      </w:r>
      <w:r w:rsidRPr="006969B1">
        <w:t>53</w:t>
      </w:r>
      <w:r w:rsidRPr="006969B1">
        <w:rPr>
          <w:spacing w:val="-3"/>
        </w:rPr>
        <w:t xml:space="preserve"> </w:t>
      </w:r>
      <w:r w:rsidRPr="006969B1">
        <w:t>punktu</w:t>
      </w:r>
      <w:r w:rsidRPr="006969B1">
        <w:rPr>
          <w:color w:val="212428"/>
        </w:rPr>
        <w:t xml:space="preserve">, </w:t>
      </w:r>
      <w:r>
        <w:t>Skuodo rajono</w:t>
      </w:r>
      <w:r w:rsidRPr="006969B1">
        <w:rPr>
          <w:spacing w:val="-3"/>
        </w:rPr>
        <w:t xml:space="preserve"> </w:t>
      </w:r>
      <w:r w:rsidRPr="006969B1">
        <w:t>savivaldybės taryba n</w:t>
      </w:r>
      <w:r w:rsidR="00D36F37" w:rsidRPr="00D36F37">
        <w:rPr>
          <w:spacing w:val="40"/>
        </w:rPr>
        <w:t>usprendži</w:t>
      </w:r>
      <w:r w:rsidR="00D36F37">
        <w:t>a</w:t>
      </w:r>
      <w:r w:rsidRPr="006969B1">
        <w:t>:</w:t>
      </w:r>
    </w:p>
    <w:p w14:paraId="7BE6157B" w14:textId="77777777" w:rsidR="00A33FC4" w:rsidRPr="006969B1" w:rsidRDefault="00A33FC4" w:rsidP="00A33FC4">
      <w:pPr>
        <w:pStyle w:val="Sraopastraipa"/>
        <w:widowControl w:val="0"/>
        <w:numPr>
          <w:ilvl w:val="0"/>
          <w:numId w:val="8"/>
        </w:numPr>
        <w:tabs>
          <w:tab w:val="left" w:pos="1051"/>
          <w:tab w:val="left" w:pos="1560"/>
        </w:tabs>
        <w:autoSpaceDE w:val="0"/>
        <w:autoSpaceDN w:val="0"/>
        <w:ind w:left="1051" w:firstLine="225"/>
        <w:contextualSpacing w:val="0"/>
        <w:jc w:val="both"/>
      </w:pPr>
      <w:r w:rsidRPr="006969B1">
        <w:t>Patvirtinti</w:t>
      </w:r>
      <w:r w:rsidRPr="006969B1">
        <w:rPr>
          <w:spacing w:val="-6"/>
        </w:rPr>
        <w:t xml:space="preserve"> </w:t>
      </w:r>
      <w:r w:rsidRPr="006969B1">
        <w:t>2023–2029</w:t>
      </w:r>
      <w:r w:rsidRPr="006969B1">
        <w:rPr>
          <w:spacing w:val="-5"/>
        </w:rPr>
        <w:t xml:space="preserve"> </w:t>
      </w:r>
      <w:r w:rsidRPr="006969B1">
        <w:t>metų</w:t>
      </w:r>
      <w:r w:rsidRPr="006969B1">
        <w:rPr>
          <w:spacing w:val="-5"/>
        </w:rPr>
        <w:t xml:space="preserve"> Klaipėdos regiono funkcinės zonos </w:t>
      </w:r>
      <w:r w:rsidRPr="006969B1">
        <w:t>strategiją</w:t>
      </w:r>
      <w:r w:rsidRPr="006969B1">
        <w:rPr>
          <w:spacing w:val="-5"/>
        </w:rPr>
        <w:t xml:space="preserve"> </w:t>
      </w:r>
      <w:r w:rsidRPr="006969B1">
        <w:rPr>
          <w:spacing w:val="-2"/>
        </w:rPr>
        <w:t>(pridedama).</w:t>
      </w:r>
    </w:p>
    <w:p w14:paraId="44D303E6" w14:textId="4BB3588F" w:rsidR="00A33FC4" w:rsidRPr="006969B1" w:rsidRDefault="00A33FC4" w:rsidP="00A33FC4">
      <w:pPr>
        <w:pStyle w:val="Sraopastraipa"/>
        <w:widowControl w:val="0"/>
        <w:numPr>
          <w:ilvl w:val="0"/>
          <w:numId w:val="8"/>
        </w:numPr>
        <w:tabs>
          <w:tab w:val="left" w:pos="1052"/>
          <w:tab w:val="left" w:pos="1560"/>
        </w:tabs>
        <w:autoSpaceDE w:val="0"/>
        <w:autoSpaceDN w:val="0"/>
        <w:ind w:left="103" w:right="103" w:firstLine="1173"/>
        <w:contextualSpacing w:val="0"/>
        <w:jc w:val="both"/>
      </w:pPr>
      <w:r w:rsidRPr="006969B1">
        <w:t>Pritarti</w:t>
      </w:r>
      <w:r w:rsidR="0067470E">
        <w:t xml:space="preserve"> s</w:t>
      </w:r>
      <w:r w:rsidRPr="006969B1">
        <w:t>usitarimo</w:t>
      </w:r>
      <w:r w:rsidRPr="006969B1">
        <w:rPr>
          <w:spacing w:val="38"/>
        </w:rPr>
        <w:t xml:space="preserve"> </w:t>
      </w:r>
      <w:r w:rsidRPr="006969B1">
        <w:t>dėl 2023</w:t>
      </w:r>
      <w:r>
        <w:t>–</w:t>
      </w:r>
      <w:r w:rsidRPr="006969B1">
        <w:t>2029 metų Klaipėdos regiono funkcinės zonos strategijos įgyvendinimo</w:t>
      </w:r>
      <w:r w:rsidR="0067470E">
        <w:t xml:space="preserve"> projektui</w:t>
      </w:r>
      <w:r w:rsidRPr="006969B1">
        <w:t xml:space="preserve"> (pridedama).</w:t>
      </w:r>
    </w:p>
    <w:p w14:paraId="6E495DE7" w14:textId="127B0624" w:rsidR="00A33FC4" w:rsidRPr="006969B1" w:rsidRDefault="00A33FC4" w:rsidP="00A33FC4">
      <w:pPr>
        <w:pStyle w:val="Sraopastraipa"/>
        <w:widowControl w:val="0"/>
        <w:numPr>
          <w:ilvl w:val="0"/>
          <w:numId w:val="8"/>
        </w:numPr>
        <w:tabs>
          <w:tab w:val="left" w:pos="1052"/>
          <w:tab w:val="left" w:pos="1560"/>
        </w:tabs>
        <w:autoSpaceDE w:val="0"/>
        <w:autoSpaceDN w:val="0"/>
        <w:ind w:left="103" w:right="121" w:firstLine="1173"/>
        <w:contextualSpacing w:val="0"/>
        <w:jc w:val="both"/>
      </w:pPr>
      <w:r w:rsidRPr="006969B1">
        <w:t xml:space="preserve">Įgalioti </w:t>
      </w:r>
      <w:r>
        <w:t>Skuodo rajono</w:t>
      </w:r>
      <w:r w:rsidRPr="006969B1">
        <w:t xml:space="preserve"> savivaldybės merą pasirašyti </w:t>
      </w:r>
      <w:r w:rsidR="0067470E">
        <w:rPr>
          <w:color w:val="auto"/>
        </w:rPr>
        <w:t>s</w:t>
      </w:r>
      <w:r w:rsidRPr="006969B1">
        <w:t>usitarimą dėl 2023–2029 metų Klaipėdos regiono funkcinės zonos strategijos įgyvendinimo.</w:t>
      </w:r>
    </w:p>
    <w:p w14:paraId="0FA44E79" w14:textId="0D4D7279" w:rsidR="00A33FC4" w:rsidRPr="0067470E" w:rsidRDefault="00A33FC4" w:rsidP="00A33FC4">
      <w:pPr>
        <w:pStyle w:val="Sraopastraipa"/>
        <w:widowControl w:val="0"/>
        <w:numPr>
          <w:ilvl w:val="0"/>
          <w:numId w:val="8"/>
        </w:numPr>
        <w:tabs>
          <w:tab w:val="left" w:pos="1052"/>
          <w:tab w:val="left" w:pos="1080"/>
          <w:tab w:val="left" w:pos="1560"/>
        </w:tabs>
        <w:autoSpaceDE w:val="0"/>
        <w:autoSpaceDN w:val="0"/>
        <w:ind w:left="0" w:right="113" w:firstLine="1276"/>
        <w:contextualSpacing w:val="0"/>
        <w:jc w:val="both"/>
        <w:rPr>
          <w:color w:val="auto"/>
        </w:rPr>
      </w:pPr>
      <w:r w:rsidRPr="0067470E">
        <w:rPr>
          <w:color w:val="auto"/>
        </w:rPr>
        <w:t>Skelbti</w:t>
      </w:r>
      <w:r w:rsidRPr="0067470E">
        <w:rPr>
          <w:color w:val="auto"/>
          <w:spacing w:val="40"/>
        </w:rPr>
        <w:t xml:space="preserve"> </w:t>
      </w:r>
      <w:r w:rsidRPr="0067470E">
        <w:rPr>
          <w:color w:val="auto"/>
        </w:rPr>
        <w:t>šį</w:t>
      </w:r>
      <w:r w:rsidRPr="0067470E">
        <w:rPr>
          <w:color w:val="auto"/>
          <w:spacing w:val="40"/>
        </w:rPr>
        <w:t xml:space="preserve"> </w:t>
      </w:r>
      <w:r w:rsidRPr="0067470E">
        <w:rPr>
          <w:color w:val="auto"/>
        </w:rPr>
        <w:t>sprendimą</w:t>
      </w:r>
      <w:r w:rsidRPr="0067470E">
        <w:rPr>
          <w:color w:val="auto"/>
          <w:spacing w:val="40"/>
        </w:rPr>
        <w:t xml:space="preserve"> </w:t>
      </w:r>
      <w:r w:rsidRPr="0067470E">
        <w:rPr>
          <w:color w:val="auto"/>
        </w:rPr>
        <w:t>Teisės</w:t>
      </w:r>
      <w:r w:rsidRPr="0067470E">
        <w:rPr>
          <w:color w:val="auto"/>
          <w:spacing w:val="40"/>
        </w:rPr>
        <w:t xml:space="preserve"> </w:t>
      </w:r>
      <w:r w:rsidRPr="0067470E">
        <w:rPr>
          <w:color w:val="auto"/>
        </w:rPr>
        <w:t>aktų</w:t>
      </w:r>
      <w:r w:rsidRPr="0067470E">
        <w:rPr>
          <w:color w:val="auto"/>
          <w:spacing w:val="40"/>
        </w:rPr>
        <w:t xml:space="preserve"> </w:t>
      </w:r>
      <w:r w:rsidRPr="0067470E">
        <w:rPr>
          <w:color w:val="auto"/>
        </w:rPr>
        <w:t>registre</w:t>
      </w:r>
      <w:r w:rsidRPr="0067470E">
        <w:rPr>
          <w:color w:val="auto"/>
          <w:spacing w:val="40"/>
        </w:rPr>
        <w:t xml:space="preserve"> </w:t>
      </w:r>
      <w:r w:rsidRPr="0067470E">
        <w:rPr>
          <w:color w:val="auto"/>
        </w:rPr>
        <w:t>ir</w:t>
      </w:r>
      <w:r w:rsidRPr="0067470E">
        <w:rPr>
          <w:color w:val="auto"/>
          <w:spacing w:val="40"/>
        </w:rPr>
        <w:t xml:space="preserve"> </w:t>
      </w:r>
      <w:r w:rsidRPr="0067470E">
        <w:rPr>
          <w:color w:val="auto"/>
        </w:rPr>
        <w:t>Skuodo rajono</w:t>
      </w:r>
      <w:r w:rsidRPr="0067470E">
        <w:rPr>
          <w:color w:val="auto"/>
          <w:spacing w:val="40"/>
        </w:rPr>
        <w:t xml:space="preserve"> </w:t>
      </w:r>
      <w:r w:rsidRPr="0067470E">
        <w:rPr>
          <w:color w:val="auto"/>
        </w:rPr>
        <w:t>savivaldybės</w:t>
      </w:r>
      <w:r w:rsidRPr="0067470E">
        <w:rPr>
          <w:color w:val="auto"/>
          <w:spacing w:val="40"/>
        </w:rPr>
        <w:t xml:space="preserve"> </w:t>
      </w:r>
      <w:r w:rsidRPr="0067470E">
        <w:rPr>
          <w:color w:val="auto"/>
        </w:rPr>
        <w:t xml:space="preserve">interneto </w:t>
      </w:r>
      <w:r w:rsidRPr="0067470E">
        <w:rPr>
          <w:color w:val="auto"/>
          <w:spacing w:val="-2"/>
        </w:rPr>
        <w:t>svetainėje.</w:t>
      </w:r>
    </w:p>
    <w:p w14:paraId="4D62D4BD" w14:textId="4ECD5AE3" w:rsidR="003E55B6" w:rsidRPr="00A33FC4" w:rsidRDefault="003E55B6" w:rsidP="00A33FC4">
      <w:pPr>
        <w:jc w:val="center"/>
        <w:rPr>
          <w:b/>
          <w:bCs/>
          <w:color w:val="auto"/>
        </w:rPr>
      </w:pPr>
    </w:p>
    <w:p w14:paraId="638835E4" w14:textId="77777777" w:rsidR="00D52EBA" w:rsidRDefault="00D52EBA" w:rsidP="00D52EBA">
      <w:pPr>
        <w:jc w:val="both"/>
      </w:pPr>
    </w:p>
    <w:p w14:paraId="7B8866DB" w14:textId="0D7C4055" w:rsidR="009207F8" w:rsidRDefault="009207F8" w:rsidP="009207F8">
      <w:pPr>
        <w:tabs>
          <w:tab w:val="right" w:pos="9638"/>
        </w:tabs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D36F37" w14:paraId="4BCBFB9F" w14:textId="77777777" w:rsidTr="00D36F37">
        <w:tc>
          <w:tcPr>
            <w:tcW w:w="4814" w:type="dxa"/>
          </w:tcPr>
          <w:p w14:paraId="20E31B0F" w14:textId="0EFC54B9" w:rsidR="00D36F37" w:rsidRDefault="00D36F37" w:rsidP="00D36F37">
            <w:pPr>
              <w:pStyle w:val="Antrats"/>
              <w:ind w:hanging="108"/>
              <w:rPr>
                <w:lang w:eastAsia="de-DE"/>
              </w:rPr>
            </w:pPr>
            <w:r>
              <w:rPr>
                <w:lang w:eastAsia="de-DE"/>
              </w:rPr>
              <w:t>Savivaldybės meras</w:t>
            </w:r>
          </w:p>
        </w:tc>
        <w:tc>
          <w:tcPr>
            <w:tcW w:w="4815" w:type="dxa"/>
          </w:tcPr>
          <w:p w14:paraId="4391CF56" w14:textId="77777777" w:rsidR="00D36F37" w:rsidRDefault="00D36F37" w:rsidP="00063CE9">
            <w:pPr>
              <w:pStyle w:val="Antrats"/>
              <w:rPr>
                <w:lang w:eastAsia="de-DE"/>
              </w:rPr>
            </w:pPr>
          </w:p>
        </w:tc>
      </w:tr>
    </w:tbl>
    <w:p w14:paraId="14B0BCC7" w14:textId="77777777" w:rsidR="00063CE9" w:rsidRDefault="00063CE9" w:rsidP="00063CE9">
      <w:pPr>
        <w:pStyle w:val="Antrats"/>
        <w:rPr>
          <w:lang w:eastAsia="de-DE"/>
        </w:rPr>
      </w:pPr>
    </w:p>
    <w:p w14:paraId="5B46D9A3" w14:textId="77777777" w:rsidR="00D10119" w:rsidRPr="00D10119" w:rsidRDefault="00D10119" w:rsidP="00D10119">
      <w:pPr>
        <w:rPr>
          <w:lang w:eastAsia="de-DE"/>
        </w:rPr>
      </w:pPr>
    </w:p>
    <w:p w14:paraId="481816A9" w14:textId="77777777" w:rsidR="00D10119" w:rsidRDefault="00D10119" w:rsidP="00D10119">
      <w:pPr>
        <w:rPr>
          <w:lang w:eastAsia="de-DE"/>
        </w:rPr>
      </w:pPr>
    </w:p>
    <w:p w14:paraId="5F2A2011" w14:textId="77777777" w:rsidR="00DA6ABE" w:rsidRDefault="00DA6ABE" w:rsidP="00D10119">
      <w:pPr>
        <w:rPr>
          <w:lang w:eastAsia="de-DE"/>
        </w:rPr>
      </w:pPr>
    </w:p>
    <w:p w14:paraId="6E1D21BC" w14:textId="77777777" w:rsidR="00DA6ABE" w:rsidRDefault="00DA6ABE" w:rsidP="00D10119">
      <w:pPr>
        <w:rPr>
          <w:lang w:eastAsia="de-DE"/>
        </w:rPr>
      </w:pPr>
    </w:p>
    <w:p w14:paraId="6EA42946" w14:textId="77777777" w:rsidR="00DA6ABE" w:rsidRDefault="00DA6ABE" w:rsidP="00D10119">
      <w:pPr>
        <w:rPr>
          <w:lang w:eastAsia="de-DE"/>
        </w:rPr>
      </w:pPr>
    </w:p>
    <w:p w14:paraId="2AD04590" w14:textId="77777777" w:rsidR="00DA6ABE" w:rsidRDefault="00DA6ABE" w:rsidP="00D10119">
      <w:pPr>
        <w:rPr>
          <w:lang w:eastAsia="de-DE"/>
        </w:rPr>
      </w:pPr>
    </w:p>
    <w:p w14:paraId="130964C8" w14:textId="77777777" w:rsidR="00DA6ABE" w:rsidRDefault="00DA6ABE" w:rsidP="00D10119">
      <w:pPr>
        <w:rPr>
          <w:lang w:eastAsia="de-DE"/>
        </w:rPr>
      </w:pPr>
    </w:p>
    <w:p w14:paraId="6A6BFA5C" w14:textId="77777777" w:rsidR="00DA6ABE" w:rsidRDefault="00DA6ABE" w:rsidP="00D10119">
      <w:pPr>
        <w:rPr>
          <w:lang w:eastAsia="de-DE"/>
        </w:rPr>
      </w:pPr>
    </w:p>
    <w:p w14:paraId="4B7093FB" w14:textId="77777777" w:rsidR="00DA6ABE" w:rsidRDefault="00DA6ABE" w:rsidP="00D10119">
      <w:pPr>
        <w:rPr>
          <w:lang w:eastAsia="de-DE"/>
        </w:rPr>
      </w:pPr>
    </w:p>
    <w:p w14:paraId="38E9E7FD" w14:textId="77777777" w:rsidR="00DA6ABE" w:rsidRDefault="00DA6ABE" w:rsidP="00D10119">
      <w:pPr>
        <w:rPr>
          <w:lang w:eastAsia="de-DE"/>
        </w:rPr>
      </w:pPr>
    </w:p>
    <w:p w14:paraId="0075ACA8" w14:textId="77777777" w:rsidR="00DA6ABE" w:rsidRDefault="00DA6ABE" w:rsidP="00D10119">
      <w:pPr>
        <w:rPr>
          <w:lang w:eastAsia="de-DE"/>
        </w:rPr>
      </w:pPr>
    </w:p>
    <w:p w14:paraId="3D6D510B" w14:textId="77777777" w:rsidR="00DA6ABE" w:rsidRDefault="00DA6ABE" w:rsidP="00D10119">
      <w:pPr>
        <w:rPr>
          <w:lang w:eastAsia="de-DE"/>
        </w:rPr>
      </w:pPr>
    </w:p>
    <w:p w14:paraId="25CAECB0" w14:textId="77777777" w:rsidR="00DA6ABE" w:rsidRDefault="00DA6ABE" w:rsidP="00D10119">
      <w:pPr>
        <w:rPr>
          <w:lang w:eastAsia="de-DE"/>
        </w:rPr>
      </w:pPr>
    </w:p>
    <w:p w14:paraId="7BBC16F7" w14:textId="77777777" w:rsidR="007C2FC8" w:rsidRDefault="007C2FC8" w:rsidP="00D10119">
      <w:pPr>
        <w:rPr>
          <w:lang w:eastAsia="de-DE"/>
        </w:rPr>
      </w:pPr>
    </w:p>
    <w:p w14:paraId="0AA39A58" w14:textId="77777777" w:rsidR="007C2FC8" w:rsidRDefault="007C2FC8" w:rsidP="00D10119">
      <w:pPr>
        <w:rPr>
          <w:lang w:eastAsia="de-DE"/>
        </w:rPr>
      </w:pPr>
    </w:p>
    <w:p w14:paraId="2BDA84E1" w14:textId="77777777" w:rsidR="007C2FC8" w:rsidRDefault="007C2FC8" w:rsidP="00D10119">
      <w:pPr>
        <w:rPr>
          <w:lang w:eastAsia="de-DE"/>
        </w:rPr>
      </w:pPr>
    </w:p>
    <w:p w14:paraId="391138F2" w14:textId="77777777" w:rsidR="007C2FC8" w:rsidRDefault="007C2FC8" w:rsidP="00D10119">
      <w:pPr>
        <w:rPr>
          <w:lang w:eastAsia="de-DE"/>
        </w:rPr>
      </w:pPr>
    </w:p>
    <w:p w14:paraId="1CA84658" w14:textId="77777777" w:rsidR="007C2FC8" w:rsidRDefault="007C2FC8" w:rsidP="00D10119">
      <w:pPr>
        <w:rPr>
          <w:lang w:eastAsia="de-DE"/>
        </w:rPr>
      </w:pPr>
    </w:p>
    <w:p w14:paraId="39724F4E" w14:textId="77777777" w:rsidR="007C2FC8" w:rsidRDefault="007C2FC8" w:rsidP="00D10119">
      <w:pPr>
        <w:rPr>
          <w:lang w:eastAsia="de-DE"/>
        </w:rPr>
      </w:pPr>
    </w:p>
    <w:p w14:paraId="5F5696AF" w14:textId="77777777" w:rsidR="007C2FC8" w:rsidRDefault="007C2FC8" w:rsidP="00D10119">
      <w:pPr>
        <w:rPr>
          <w:lang w:eastAsia="de-DE"/>
        </w:rPr>
      </w:pPr>
    </w:p>
    <w:p w14:paraId="216403B2" w14:textId="5FF8A6C9" w:rsidR="00DA6ABE" w:rsidRPr="00D10119" w:rsidRDefault="00DA6ABE" w:rsidP="00D10119">
      <w:pPr>
        <w:rPr>
          <w:lang w:eastAsia="de-DE"/>
        </w:rPr>
      </w:pPr>
      <w:r>
        <w:rPr>
          <w:lang w:eastAsia="de-DE"/>
        </w:rPr>
        <w:t>Ona Malūkienė, tel. (8 440)  73 197</w:t>
      </w:r>
    </w:p>
    <w:sectPr w:rsidR="00DA6ABE" w:rsidRPr="00D10119" w:rsidSect="001A4295"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044B3" w14:textId="77777777" w:rsidR="00483401" w:rsidRDefault="00483401">
      <w:r>
        <w:separator/>
      </w:r>
    </w:p>
  </w:endnote>
  <w:endnote w:type="continuationSeparator" w:id="0">
    <w:p w14:paraId="71776C60" w14:textId="77777777" w:rsidR="00483401" w:rsidRDefault="00483401">
      <w:r>
        <w:continuationSeparator/>
      </w:r>
    </w:p>
  </w:endnote>
  <w:endnote w:type="continuationNotice" w:id="1">
    <w:p w14:paraId="59939B41" w14:textId="77777777" w:rsidR="00483401" w:rsidRDefault="004834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E5465" w14:textId="77777777" w:rsidR="00483401" w:rsidRDefault="00483401">
      <w:r>
        <w:separator/>
      </w:r>
    </w:p>
  </w:footnote>
  <w:footnote w:type="continuationSeparator" w:id="0">
    <w:p w14:paraId="00788054" w14:textId="77777777" w:rsidR="00483401" w:rsidRDefault="00483401">
      <w:r>
        <w:continuationSeparator/>
      </w:r>
    </w:p>
  </w:footnote>
  <w:footnote w:type="continuationNotice" w:id="1">
    <w:p w14:paraId="0BB64B88" w14:textId="77777777" w:rsidR="00483401" w:rsidRDefault="004834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0536D"/>
    <w:multiLevelType w:val="hybridMultilevel"/>
    <w:tmpl w:val="A06CCC38"/>
    <w:lvl w:ilvl="0" w:tplc="E9AAD77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1AE61CB"/>
    <w:multiLevelType w:val="hybridMultilevel"/>
    <w:tmpl w:val="0066821A"/>
    <w:lvl w:ilvl="0" w:tplc="AD16A45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20618F2"/>
    <w:multiLevelType w:val="multilevel"/>
    <w:tmpl w:val="FA2E7156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  <w:color w:val="000000"/>
      </w:rPr>
    </w:lvl>
  </w:abstractNum>
  <w:abstractNum w:abstractNumId="3" w15:restartNumberingAfterBreak="0">
    <w:nsid w:val="48D13B7F"/>
    <w:multiLevelType w:val="hybridMultilevel"/>
    <w:tmpl w:val="D5FCAEE8"/>
    <w:lvl w:ilvl="0" w:tplc="547A542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5B2571D8"/>
    <w:multiLevelType w:val="hybridMultilevel"/>
    <w:tmpl w:val="08E0F624"/>
    <w:lvl w:ilvl="0" w:tplc="6E2AC45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5" w15:restartNumberingAfterBreak="0">
    <w:nsid w:val="5DFE20F6"/>
    <w:multiLevelType w:val="hybridMultilevel"/>
    <w:tmpl w:val="73E0CA68"/>
    <w:lvl w:ilvl="0" w:tplc="8DB00678">
      <w:start w:val="1"/>
      <w:numFmt w:val="decimal"/>
      <w:lvlText w:val="%1."/>
      <w:lvlJc w:val="left"/>
      <w:pPr>
        <w:ind w:left="1800" w:hanging="240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AB4873B2">
      <w:start w:val="1"/>
      <w:numFmt w:val="decimal"/>
      <w:lvlText w:val="%2"/>
      <w:lvlJc w:val="left"/>
      <w:pPr>
        <w:ind w:left="4255" w:hanging="150"/>
        <w:jc w:val="righ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2" w:tplc="F34E963A">
      <w:numFmt w:val="bullet"/>
      <w:lvlText w:val="•"/>
      <w:lvlJc w:val="left"/>
      <w:pPr>
        <w:ind w:left="4880" w:hanging="150"/>
      </w:pPr>
      <w:rPr>
        <w:rFonts w:hint="default"/>
        <w:lang w:val="lt-LT" w:eastAsia="en-US" w:bidi="ar-SA"/>
      </w:rPr>
    </w:lvl>
    <w:lvl w:ilvl="3" w:tplc="B886A62E">
      <w:numFmt w:val="bullet"/>
      <w:lvlText w:val="•"/>
      <w:lvlJc w:val="left"/>
      <w:pPr>
        <w:ind w:left="5501" w:hanging="150"/>
      </w:pPr>
      <w:rPr>
        <w:rFonts w:hint="default"/>
        <w:lang w:val="lt-LT" w:eastAsia="en-US" w:bidi="ar-SA"/>
      </w:rPr>
    </w:lvl>
    <w:lvl w:ilvl="4" w:tplc="C9B2249E">
      <w:numFmt w:val="bullet"/>
      <w:lvlText w:val="•"/>
      <w:lvlJc w:val="left"/>
      <w:pPr>
        <w:ind w:left="6122" w:hanging="150"/>
      </w:pPr>
      <w:rPr>
        <w:rFonts w:hint="default"/>
        <w:lang w:val="lt-LT" w:eastAsia="en-US" w:bidi="ar-SA"/>
      </w:rPr>
    </w:lvl>
    <w:lvl w:ilvl="5" w:tplc="05025FD4">
      <w:numFmt w:val="bullet"/>
      <w:lvlText w:val="•"/>
      <w:lvlJc w:val="left"/>
      <w:pPr>
        <w:ind w:left="6742" w:hanging="150"/>
      </w:pPr>
      <w:rPr>
        <w:rFonts w:hint="default"/>
        <w:lang w:val="lt-LT" w:eastAsia="en-US" w:bidi="ar-SA"/>
      </w:rPr>
    </w:lvl>
    <w:lvl w:ilvl="6" w:tplc="BF16504E">
      <w:numFmt w:val="bullet"/>
      <w:lvlText w:val="•"/>
      <w:lvlJc w:val="left"/>
      <w:pPr>
        <w:ind w:left="7363" w:hanging="150"/>
      </w:pPr>
      <w:rPr>
        <w:rFonts w:hint="default"/>
        <w:lang w:val="lt-LT" w:eastAsia="en-US" w:bidi="ar-SA"/>
      </w:rPr>
    </w:lvl>
    <w:lvl w:ilvl="7" w:tplc="1630A40C">
      <w:numFmt w:val="bullet"/>
      <w:lvlText w:val="•"/>
      <w:lvlJc w:val="left"/>
      <w:pPr>
        <w:ind w:left="7984" w:hanging="150"/>
      </w:pPr>
      <w:rPr>
        <w:rFonts w:hint="default"/>
        <w:lang w:val="lt-LT" w:eastAsia="en-US" w:bidi="ar-SA"/>
      </w:rPr>
    </w:lvl>
    <w:lvl w:ilvl="8" w:tplc="EDA8EC58">
      <w:numFmt w:val="bullet"/>
      <w:lvlText w:val="•"/>
      <w:lvlJc w:val="left"/>
      <w:pPr>
        <w:ind w:left="8604" w:hanging="150"/>
      </w:pPr>
      <w:rPr>
        <w:rFonts w:hint="default"/>
        <w:lang w:val="lt-LT" w:eastAsia="en-US" w:bidi="ar-SA"/>
      </w:rPr>
    </w:lvl>
  </w:abstractNum>
  <w:abstractNum w:abstractNumId="6" w15:restartNumberingAfterBreak="0">
    <w:nsid w:val="6DFD61A3"/>
    <w:multiLevelType w:val="hybridMultilevel"/>
    <w:tmpl w:val="A5702914"/>
    <w:lvl w:ilvl="0" w:tplc="44A4CD2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73C23667"/>
    <w:multiLevelType w:val="hybridMultilevel"/>
    <w:tmpl w:val="11BE2648"/>
    <w:lvl w:ilvl="0" w:tplc="7EEE11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709640000">
    <w:abstractNumId w:val="7"/>
  </w:num>
  <w:num w:numId="2" w16cid:durableId="157506936">
    <w:abstractNumId w:val="1"/>
  </w:num>
  <w:num w:numId="3" w16cid:durableId="167914613">
    <w:abstractNumId w:val="4"/>
  </w:num>
  <w:num w:numId="4" w16cid:durableId="1178273361">
    <w:abstractNumId w:val="0"/>
  </w:num>
  <w:num w:numId="5" w16cid:durableId="287710778">
    <w:abstractNumId w:val="3"/>
  </w:num>
  <w:num w:numId="6" w16cid:durableId="1617902478">
    <w:abstractNumId w:val="2"/>
  </w:num>
  <w:num w:numId="7" w16cid:durableId="1678193910">
    <w:abstractNumId w:val="6"/>
  </w:num>
  <w:num w:numId="8" w16cid:durableId="540409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030F2"/>
    <w:rsid w:val="00063CE9"/>
    <w:rsid w:val="000A2229"/>
    <w:rsid w:val="000A510D"/>
    <w:rsid w:val="000D4BE3"/>
    <w:rsid w:val="00105B80"/>
    <w:rsid w:val="0010704B"/>
    <w:rsid w:val="00120D02"/>
    <w:rsid w:val="001500BB"/>
    <w:rsid w:val="00194B19"/>
    <w:rsid w:val="001A4295"/>
    <w:rsid w:val="001B1D7F"/>
    <w:rsid w:val="001B69E9"/>
    <w:rsid w:val="001F282A"/>
    <w:rsid w:val="001F2FD8"/>
    <w:rsid w:val="001F7B7F"/>
    <w:rsid w:val="002005BF"/>
    <w:rsid w:val="003218C9"/>
    <w:rsid w:val="00323CF9"/>
    <w:rsid w:val="0034413A"/>
    <w:rsid w:val="00360836"/>
    <w:rsid w:val="00386C22"/>
    <w:rsid w:val="003A6F32"/>
    <w:rsid w:val="003C529C"/>
    <w:rsid w:val="003E55B6"/>
    <w:rsid w:val="003E5C55"/>
    <w:rsid w:val="004031C2"/>
    <w:rsid w:val="00414773"/>
    <w:rsid w:val="00435F45"/>
    <w:rsid w:val="00476487"/>
    <w:rsid w:val="00483401"/>
    <w:rsid w:val="00495923"/>
    <w:rsid w:val="004B74A6"/>
    <w:rsid w:val="005045C3"/>
    <w:rsid w:val="005101E9"/>
    <w:rsid w:val="00534219"/>
    <w:rsid w:val="00535304"/>
    <w:rsid w:val="005371F1"/>
    <w:rsid w:val="00555716"/>
    <w:rsid w:val="005613CF"/>
    <w:rsid w:val="00597D5E"/>
    <w:rsid w:val="005A1C80"/>
    <w:rsid w:val="005A3992"/>
    <w:rsid w:val="005A5EDC"/>
    <w:rsid w:val="005E0745"/>
    <w:rsid w:val="005E71D5"/>
    <w:rsid w:val="00642AF2"/>
    <w:rsid w:val="00653800"/>
    <w:rsid w:val="00672C9F"/>
    <w:rsid w:val="0067470E"/>
    <w:rsid w:val="006764A0"/>
    <w:rsid w:val="006A6EA8"/>
    <w:rsid w:val="006D616A"/>
    <w:rsid w:val="006E72F4"/>
    <w:rsid w:val="00700416"/>
    <w:rsid w:val="00707281"/>
    <w:rsid w:val="00721061"/>
    <w:rsid w:val="00741A23"/>
    <w:rsid w:val="0075023C"/>
    <w:rsid w:val="00753EFC"/>
    <w:rsid w:val="00775905"/>
    <w:rsid w:val="007B589A"/>
    <w:rsid w:val="007C2FC8"/>
    <w:rsid w:val="007E1AAC"/>
    <w:rsid w:val="007E36D9"/>
    <w:rsid w:val="00827528"/>
    <w:rsid w:val="00836DAB"/>
    <w:rsid w:val="008449BF"/>
    <w:rsid w:val="00844CD4"/>
    <w:rsid w:val="0088439A"/>
    <w:rsid w:val="008B589A"/>
    <w:rsid w:val="008B7911"/>
    <w:rsid w:val="008F272C"/>
    <w:rsid w:val="009207F8"/>
    <w:rsid w:val="00932ABD"/>
    <w:rsid w:val="00944959"/>
    <w:rsid w:val="0094575E"/>
    <w:rsid w:val="009631B7"/>
    <w:rsid w:val="00976DBD"/>
    <w:rsid w:val="00980415"/>
    <w:rsid w:val="00987D73"/>
    <w:rsid w:val="009A0BB9"/>
    <w:rsid w:val="009A60A7"/>
    <w:rsid w:val="009B1E48"/>
    <w:rsid w:val="009C33A5"/>
    <w:rsid w:val="009D39F9"/>
    <w:rsid w:val="00A14683"/>
    <w:rsid w:val="00A17B63"/>
    <w:rsid w:val="00A33FC4"/>
    <w:rsid w:val="00A52F9C"/>
    <w:rsid w:val="00A54D7E"/>
    <w:rsid w:val="00A710DD"/>
    <w:rsid w:val="00A823F7"/>
    <w:rsid w:val="00AE5AFD"/>
    <w:rsid w:val="00AF2C3C"/>
    <w:rsid w:val="00AF3FA2"/>
    <w:rsid w:val="00AF476F"/>
    <w:rsid w:val="00B46EB7"/>
    <w:rsid w:val="00B51553"/>
    <w:rsid w:val="00B61C15"/>
    <w:rsid w:val="00B86C14"/>
    <w:rsid w:val="00BA6814"/>
    <w:rsid w:val="00BB2E27"/>
    <w:rsid w:val="00BB331F"/>
    <w:rsid w:val="00BB5572"/>
    <w:rsid w:val="00BC5289"/>
    <w:rsid w:val="00BD58E1"/>
    <w:rsid w:val="00BE3137"/>
    <w:rsid w:val="00BE602C"/>
    <w:rsid w:val="00C54DF4"/>
    <w:rsid w:val="00C76874"/>
    <w:rsid w:val="00C85F31"/>
    <w:rsid w:val="00CB7CB9"/>
    <w:rsid w:val="00CC6FCB"/>
    <w:rsid w:val="00CD7462"/>
    <w:rsid w:val="00D0363B"/>
    <w:rsid w:val="00D10119"/>
    <w:rsid w:val="00D32FB0"/>
    <w:rsid w:val="00D36F37"/>
    <w:rsid w:val="00D47434"/>
    <w:rsid w:val="00D52EBA"/>
    <w:rsid w:val="00D56EFB"/>
    <w:rsid w:val="00D91272"/>
    <w:rsid w:val="00DA3E7C"/>
    <w:rsid w:val="00DA6ABE"/>
    <w:rsid w:val="00DD372A"/>
    <w:rsid w:val="00E17CDB"/>
    <w:rsid w:val="00E574E4"/>
    <w:rsid w:val="00E63F4A"/>
    <w:rsid w:val="00E858D2"/>
    <w:rsid w:val="00E86533"/>
    <w:rsid w:val="00EB2593"/>
    <w:rsid w:val="00EC7C3D"/>
    <w:rsid w:val="00ED56FB"/>
    <w:rsid w:val="00EF21F4"/>
    <w:rsid w:val="00F00A30"/>
    <w:rsid w:val="00F30C90"/>
    <w:rsid w:val="00F62189"/>
    <w:rsid w:val="00F6736A"/>
    <w:rsid w:val="00FB63AA"/>
    <w:rsid w:val="00FC119F"/>
    <w:rsid w:val="00FD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7974"/>
  <w15:docId w15:val="{D483BF5F-D2F4-4D8C-A25B-F1F39089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D746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CD7462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194B19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Sraopastraipa">
    <w:name w:val="List Paragraph"/>
    <w:basedOn w:val="prastasis"/>
    <w:uiPriority w:val="1"/>
    <w:qFormat/>
    <w:rsid w:val="001500BB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D10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4ce0edf3dd2e4c38af932c910ef67847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F7CB5-E03A-4D4C-8943-6B1CE86F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4ce0edf3dd2e4c38af932c910ef67847</Template>
  <TotalTime>2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KONTROLĖS KOMITETO 2023 METŲ VEIKLOS ATASKAITOS PATVIRTINIMO</vt:lpstr>
      <vt:lpstr>DĖL SKUODO RAJONO SAVIVALDYBĖS TARYBOS KONTROLĖS KOMITETO 2023 METŲ VEIKLOS ATASKAITOS PATVIRTINIMO</vt:lpstr>
    </vt:vector>
  </TitlesOfParts>
  <Manager>2024-02-29</Manager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KONTROLĖS KOMITETO 2023 METŲ VEIKLOS ATASKAITOS PATVIRTINIMO</dc:title>
  <dc:subject>T9-16</dc:subject>
  <dc:creator>SKUODO RAJONO SAVIVALDYBĖS TARYBA</dc:creator>
  <cp:lastModifiedBy>Sadauskienė, Dalia</cp:lastModifiedBy>
  <cp:revision>3</cp:revision>
  <cp:lastPrinted>2024-03-13T13:27:00Z</cp:lastPrinted>
  <dcterms:created xsi:type="dcterms:W3CDTF">2024-05-13T10:09:00Z</dcterms:created>
  <dcterms:modified xsi:type="dcterms:W3CDTF">2024-05-20T13:45:00Z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